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0E3B0" w14:textId="26B0A049" w:rsidR="00A9294D" w:rsidRPr="00867BB1" w:rsidRDefault="00867BB1" w:rsidP="000F23F4">
      <w:pPr>
        <w:pStyle w:val="Nagwek1"/>
      </w:pPr>
      <w:r w:rsidRPr="00867BB1">
        <w:t>O</w:t>
      </w:r>
      <w:r>
        <w:t xml:space="preserve"> firmie Nowy Styl</w:t>
      </w:r>
      <w:bookmarkStart w:id="0" w:name="_GoBack"/>
      <w:bookmarkEnd w:id="0"/>
    </w:p>
    <w:p w14:paraId="54FA107F" w14:textId="77777777" w:rsidR="00CC586A" w:rsidRPr="00CC586A" w:rsidRDefault="00CC586A" w:rsidP="00CC586A">
      <w:pPr>
        <w:jc w:val="both"/>
      </w:pPr>
      <w:r w:rsidRPr="00CC586A">
        <w:t xml:space="preserve">Nowy Styl pomaga ludziom na całym świecie urządzać biura, lotniska, stadiony, hale koncertowe i inne przestrzenie użyteczności publicznej. </w:t>
      </w:r>
    </w:p>
    <w:p w14:paraId="1857B6A0" w14:textId="77777777" w:rsidR="00CC586A" w:rsidRPr="00CC586A" w:rsidRDefault="00CC586A" w:rsidP="00CC586A">
      <w:pPr>
        <w:jc w:val="both"/>
      </w:pPr>
      <w:r w:rsidRPr="00CC586A">
        <w:t>Dzięki naszemu know-how, kompleksowej ofercie i zaangażowaniu, staliśmy się jednym z liderów branży meblarskiej w Europie.</w:t>
      </w:r>
    </w:p>
    <w:p w14:paraId="7805CD79" w14:textId="69D9CB36" w:rsidR="00CC586A" w:rsidRPr="00CC586A" w:rsidRDefault="00CC586A" w:rsidP="00CC586A">
      <w:pPr>
        <w:jc w:val="both"/>
      </w:pPr>
      <w:r w:rsidRPr="00CC586A">
        <w:t>Naszą misją jest sprawianie, by bez względu na to gdzie jesteś, Twoja praca, podróż czy rozrywka stały się doświadczeniem bardziej zdrowym i przyjemnym. Wykonujemy swoją pra</w:t>
      </w:r>
      <w:r w:rsidR="007A2938">
        <w:t>cę z pasją i </w:t>
      </w:r>
      <w:r w:rsidRPr="00CC586A">
        <w:t>poszanowaniem środowiska.</w:t>
      </w:r>
    </w:p>
    <w:p w14:paraId="11A88163" w14:textId="33CCE93F" w:rsidR="00CC586A" w:rsidRPr="00CC586A" w:rsidRDefault="00CC586A" w:rsidP="00CC586A">
      <w:pPr>
        <w:jc w:val="both"/>
      </w:pPr>
      <w:r w:rsidRPr="00CC586A">
        <w:t xml:space="preserve">Rozwiązania i wiedzę prezentujemy w Office </w:t>
      </w:r>
      <w:proofErr w:type="spellStart"/>
      <w:r w:rsidRPr="00CC586A">
        <w:t>Inspiration</w:t>
      </w:r>
      <w:proofErr w:type="spellEnd"/>
      <w:r w:rsidRPr="00CC586A">
        <w:t xml:space="preserve"> Centre w Kr</w:t>
      </w:r>
      <w:r w:rsidR="007A2938">
        <w:t xml:space="preserve">akowie i 29 </w:t>
      </w:r>
      <w:proofErr w:type="spellStart"/>
      <w:r w:rsidR="007A2938">
        <w:t>showroomach</w:t>
      </w:r>
      <w:proofErr w:type="spellEnd"/>
      <w:r w:rsidR="007A2938">
        <w:t xml:space="preserve"> m.in. w </w:t>
      </w:r>
      <w:r w:rsidRPr="00CC586A">
        <w:t xml:space="preserve">Londynie, Paryżu, Warszawie, Monachium, Pradze i Dubaju. Na </w:t>
      </w:r>
      <w:r w:rsidR="007A2938">
        <w:t>liście referencyjnej mamy m.in. </w:t>
      </w:r>
      <w:r w:rsidRPr="00CC586A">
        <w:t xml:space="preserve">takie firmy jak Siemens, Toyota, DS </w:t>
      </w:r>
      <w:proofErr w:type="spellStart"/>
      <w:r w:rsidRPr="00CC586A">
        <w:t>Smith</w:t>
      </w:r>
      <w:proofErr w:type="spellEnd"/>
      <w:r w:rsidRPr="00CC586A">
        <w:t>, Honeywell, Deloitte, ABB, in</w:t>
      </w:r>
      <w:r w:rsidR="007A2938">
        <w:t>stytucje kulturalne np. NOSPR w </w:t>
      </w:r>
      <w:r w:rsidRPr="00CC586A">
        <w:t xml:space="preserve">Katowicach, Opera w Monachium i stadiony w Katarze, Polsce i Francji. </w:t>
      </w:r>
    </w:p>
    <w:p w14:paraId="08787222" w14:textId="77777777" w:rsidR="00CC586A" w:rsidRPr="007A2938" w:rsidRDefault="00CC586A" w:rsidP="00CC586A">
      <w:pPr>
        <w:jc w:val="both"/>
        <w:rPr>
          <w:lang w:val="en-US"/>
        </w:rPr>
      </w:pPr>
      <w:r w:rsidRPr="00CC586A">
        <w:t xml:space="preserve">Nasze produkty są doceniane w konkursach, otrzymaliśmy np. </w:t>
      </w:r>
      <w:r w:rsidRPr="00CC586A">
        <w:rPr>
          <w:lang w:val="en-US"/>
        </w:rPr>
        <w:t>Red Dot Design Award, German Design Award, Iconic Awards</w:t>
      </w:r>
      <w:r w:rsidRPr="007A2938">
        <w:rPr>
          <w:lang w:val="en-US"/>
        </w:rPr>
        <w:t xml:space="preserve"> </w:t>
      </w:r>
      <w:proofErr w:type="spellStart"/>
      <w:r w:rsidRPr="007A2938">
        <w:rPr>
          <w:lang w:val="en-US"/>
        </w:rPr>
        <w:t>czy</w:t>
      </w:r>
      <w:proofErr w:type="spellEnd"/>
      <w:r w:rsidRPr="00CC586A">
        <w:rPr>
          <w:lang w:val="en-US"/>
        </w:rPr>
        <w:t xml:space="preserve"> </w:t>
      </w:r>
      <w:proofErr w:type="spellStart"/>
      <w:r w:rsidRPr="00CC586A">
        <w:rPr>
          <w:lang w:val="en-US"/>
        </w:rPr>
        <w:t>iF</w:t>
      </w:r>
      <w:proofErr w:type="spellEnd"/>
      <w:r w:rsidRPr="00CC586A">
        <w:rPr>
          <w:lang w:val="en-US"/>
        </w:rPr>
        <w:t xml:space="preserve"> Design Award.</w:t>
      </w:r>
    </w:p>
    <w:p w14:paraId="0FBF3A8D" w14:textId="77777777" w:rsidR="00CC586A" w:rsidRPr="00CC586A" w:rsidRDefault="00CC586A" w:rsidP="00CC586A">
      <w:pPr>
        <w:jc w:val="both"/>
      </w:pPr>
      <w:r w:rsidRPr="00CC586A">
        <w:t xml:space="preserve">Nasze portfolio tworzą następujące marki: </w:t>
      </w:r>
      <w:r w:rsidRPr="007A2938">
        <w:t>Nowy Styl, Kusch+Co</w:t>
      </w:r>
      <w:r w:rsidRPr="00CC586A">
        <w:t xml:space="preserve">, SOHOS by Nowy Styl, </w:t>
      </w:r>
      <w:r w:rsidRPr="007A2938">
        <w:t>Sitag</w:t>
      </w:r>
      <w:r w:rsidRPr="00CC586A">
        <w:t xml:space="preserve"> by Nowy Styl i</w:t>
      </w:r>
      <w:r w:rsidRPr="007A2938">
        <w:t xml:space="preserve"> </w:t>
      </w:r>
      <w:r w:rsidRPr="00CC586A">
        <w:t>Forum by Nowy Styl.</w:t>
      </w:r>
    </w:p>
    <w:p w14:paraId="3635EF8A" w14:textId="77777777" w:rsidR="00CC586A" w:rsidRPr="00CC586A" w:rsidRDefault="00CC586A" w:rsidP="00CC586A">
      <w:pPr>
        <w:jc w:val="both"/>
      </w:pPr>
      <w:r w:rsidRPr="00CC586A">
        <w:t>Po więcej informacji zapraszamy na www.nowystyl.com/pl</w:t>
      </w:r>
    </w:p>
    <w:p w14:paraId="1B4EFE97" w14:textId="28FF290D" w:rsidR="00A9294D" w:rsidRPr="00867BB1" w:rsidRDefault="00A9294D" w:rsidP="00867BB1">
      <w:pPr>
        <w:jc w:val="both"/>
      </w:pPr>
    </w:p>
    <w:sectPr w:rsidR="00A9294D" w:rsidRPr="00867BB1" w:rsidSect="003759F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2268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06BA0" w14:textId="77777777" w:rsidR="00EC212E" w:rsidRDefault="00EC212E">
      <w:r>
        <w:separator/>
      </w:r>
    </w:p>
  </w:endnote>
  <w:endnote w:type="continuationSeparator" w:id="0">
    <w:p w14:paraId="52096684" w14:textId="77777777" w:rsidR="00EC212E" w:rsidRDefault="00EC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Pro-Normal">
    <w:panose1 w:val="00000000000000000000"/>
    <w:charset w:val="00"/>
    <w:family w:val="modern"/>
    <w:notTrueType/>
    <w:pitch w:val="variable"/>
    <w:sig w:usb0="800002AF" w:usb1="4000206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Narrow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1A3AE" w14:textId="40F6AF0A" w:rsidR="005D7B18" w:rsidRDefault="00FD43F0">
    <w:pPr>
      <w:pStyle w:val="Stopka"/>
    </w:pPr>
    <w:r>
      <w:rPr>
        <w:noProof/>
      </w:rPr>
      <w:drawing>
        <wp:anchor distT="0" distB="0" distL="114300" distR="114300" simplePos="0" relativeHeight="251683328" behindDoc="0" locked="0" layoutInCell="1" allowOverlap="1" wp14:anchorId="52A5E1AE" wp14:editId="7FF0A18F">
          <wp:simplePos x="0" y="0"/>
          <wp:positionH relativeFrom="page">
            <wp:posOffset>-9525</wp:posOffset>
          </wp:positionH>
          <wp:positionV relativeFrom="page">
            <wp:posOffset>9596755</wp:posOffset>
          </wp:positionV>
          <wp:extent cx="7559999" cy="1080000"/>
          <wp:effectExtent l="0" t="0" r="3175" b="635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MARKETING MATERIALS\NSG TM\CI\Nowy Styl\Business papers\_2020\prod\STOPKA_Nowy-Styl_COM - O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999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5F1D" w:rsidRPr="003759F3">
      <w:rPr>
        <w:noProof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DA4C6E6" wp14:editId="77883F70">
              <wp:simplePos x="0" y="0"/>
              <wp:positionH relativeFrom="column">
                <wp:posOffset>4942205</wp:posOffset>
              </wp:positionH>
              <wp:positionV relativeFrom="paragraph">
                <wp:posOffset>-659130</wp:posOffset>
              </wp:positionV>
              <wp:extent cx="836930" cy="316865"/>
              <wp:effectExtent l="0" t="0" r="1270" b="6985"/>
              <wp:wrapNone/>
              <wp:docPr id="19" name="Pole tekstow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6930" cy="316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751810521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sz w:val="16"/>
                              <w:szCs w:val="16"/>
                            </w:rPr>
                          </w:sdtEndPr>
                          <w:sdtContent>
                            <w:p w14:paraId="3BFB878C" w14:textId="50D75EB4" w:rsidR="00B4189C" w:rsidRPr="00144FCD" w:rsidRDefault="00B4189C" w:rsidP="00B4189C">
                              <w:pPr>
                                <w:pStyle w:val="Nagwek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6E7D54">
                                <w:rPr>
                                  <w:bCs/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Pr="00144FCD">
                                <w:rPr>
                                  <w:sz w:val="16"/>
                                  <w:szCs w:val="16"/>
                                </w:rPr>
                                <w:t xml:space="preserve"> / </w:t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C181D">
                                <w:rPr>
                                  <w:bCs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144FCD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B8BE53E" w14:textId="77777777" w:rsidR="00B4189C" w:rsidRPr="00144FCD" w:rsidRDefault="00B4189C" w:rsidP="00B4189C">
                          <w:pPr>
                            <w:jc w:val="righ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4C6E6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6" type="#_x0000_t202" style="position:absolute;margin-left:389.15pt;margin-top:-51.9pt;width:65.9pt;height:24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" filled="f" stroked="f" strokeweight=".5pt">
              <v:textbox inset="0,0,0,0">
                <w:txbxContent>
                  <w:sdt>
                    <w:sdtPr>
                      <w:id w:val="-751810521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sz w:val="16"/>
                        <w:szCs w:val="16"/>
                      </w:rPr>
                    </w:sdtEndPr>
                    <w:sdtContent>
                      <w:p w14:paraId="3BFB878C" w14:textId="50D75EB4" w:rsidR="00B4189C" w:rsidRPr="00144FCD" w:rsidRDefault="00B4189C" w:rsidP="00B4189C">
                        <w:pPr>
                          <w:pStyle w:val="Nagwek"/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begin"/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instrText>PAGE</w:instrText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separate"/>
                        </w:r>
                        <w:r w:rsidR="006E7D54">
                          <w:rPr>
                            <w:bCs/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  <w:r w:rsidRPr="00144FCD">
                          <w:rPr>
                            <w:sz w:val="16"/>
                            <w:szCs w:val="16"/>
                          </w:rPr>
                          <w:t xml:space="preserve"> / </w:t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begin"/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instrText>NUMPAGES</w:instrText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separate"/>
                        </w:r>
                        <w:r w:rsidR="00CC181D">
                          <w:rPr>
                            <w:bCs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144FCD">
                          <w:rPr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3B8BE53E" w14:textId="77777777" w:rsidR="00B4189C" w:rsidRPr="00144FCD" w:rsidRDefault="00B4189C" w:rsidP="00B4189C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B3B8A" w14:textId="652224AC" w:rsidR="003759F3" w:rsidRDefault="00FD43F0">
    <w:pPr>
      <w:pStyle w:val="Stopka"/>
    </w:pPr>
    <w:r>
      <w:rPr>
        <w:noProof/>
      </w:rPr>
      <w:drawing>
        <wp:anchor distT="0" distB="0" distL="114300" distR="114300" simplePos="0" relativeHeight="251681280" behindDoc="0" locked="0" layoutInCell="1" allowOverlap="1" wp14:anchorId="69E5B452" wp14:editId="0E60F143">
          <wp:simplePos x="0" y="0"/>
          <wp:positionH relativeFrom="page">
            <wp:posOffset>-9525</wp:posOffset>
          </wp:positionH>
          <wp:positionV relativeFrom="page">
            <wp:posOffset>9596755</wp:posOffset>
          </wp:positionV>
          <wp:extent cx="7559999" cy="1080000"/>
          <wp:effectExtent l="0" t="0" r="3175" b="635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MARKETING MATERIALS\NSG TM\CI\Nowy Styl\Business papers\_2020\prod\STOPKA_Nowy-Styl_COM - O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999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5F1D" w:rsidRPr="003759F3"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5D097C31" wp14:editId="150B149A">
              <wp:simplePos x="0" y="0"/>
              <wp:positionH relativeFrom="column">
                <wp:posOffset>4925038</wp:posOffset>
              </wp:positionH>
              <wp:positionV relativeFrom="paragraph">
                <wp:posOffset>-661035</wp:posOffset>
              </wp:positionV>
              <wp:extent cx="836930" cy="316865"/>
              <wp:effectExtent l="0" t="0" r="1270" b="6985"/>
              <wp:wrapNone/>
              <wp:docPr id="14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6930" cy="316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99143932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sz w:val="16"/>
                              <w:szCs w:val="16"/>
                            </w:rPr>
                          </w:sdtEndPr>
                          <w:sdtContent>
                            <w:p w14:paraId="20B5F354" w14:textId="2CCD1C37" w:rsidR="003759F3" w:rsidRPr="00621AB8" w:rsidRDefault="003759F3" w:rsidP="003759F3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C181D">
                                <w:rPr>
                                  <w:bCs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Pr="00621AB8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621AB8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C181D">
                                <w:rPr>
                                  <w:bCs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621AB8">
                                <w:rPr>
                                  <w:bCs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F44A119" w14:textId="77777777" w:rsidR="003759F3" w:rsidRPr="00107AB0" w:rsidRDefault="003759F3" w:rsidP="003759F3">
                          <w:pPr>
                            <w:jc w:val="right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097C31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7" type="#_x0000_t202" style="position:absolute;margin-left:387.8pt;margin-top:-52.05pt;width:65.9pt;height:24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" filled="f" stroked="f" strokeweight=".5pt">
              <v:textbox inset="0,0,0,0">
                <w:txbxContent>
                  <w:sdt>
                    <w:sdtPr>
                      <w:id w:val="199143932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sz w:val="16"/>
                        <w:szCs w:val="16"/>
                      </w:rPr>
                    </w:sdtEndPr>
                    <w:sdtContent>
                      <w:p w14:paraId="20B5F354" w14:textId="2CCD1C37" w:rsidR="003759F3" w:rsidRPr="00621AB8" w:rsidRDefault="003759F3" w:rsidP="003759F3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begin"/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instrText>PAGE</w:instrText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separate"/>
                        </w:r>
                        <w:r w:rsidR="00CC181D">
                          <w:rPr>
                            <w:bCs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  <w:r w:rsidRPr="00621AB8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/</w:t>
                        </w:r>
                        <w:r w:rsidRPr="00621AB8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begin"/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instrText>NUMPAGES</w:instrText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separate"/>
                        </w:r>
                        <w:r w:rsidR="00CC181D">
                          <w:rPr>
                            <w:bCs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621AB8">
                          <w:rPr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7F44A119" w14:textId="77777777" w:rsidR="003759F3" w:rsidRPr="00107AB0" w:rsidRDefault="003759F3" w:rsidP="003759F3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15DFB" w14:textId="77777777" w:rsidR="00EC212E" w:rsidRDefault="00EC212E">
      <w:r>
        <w:separator/>
      </w:r>
    </w:p>
  </w:footnote>
  <w:footnote w:type="continuationSeparator" w:id="0">
    <w:p w14:paraId="5AE88AEF" w14:textId="77777777" w:rsidR="00EC212E" w:rsidRDefault="00EC2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C16B2" w14:textId="3086C3B1" w:rsidR="00FD43F0" w:rsidRDefault="00FD43F0">
    <w:pPr>
      <w:pStyle w:val="Nagwek"/>
    </w:pPr>
    <w:r>
      <w:rPr>
        <w:noProof/>
      </w:rPr>
      <w:drawing>
        <wp:anchor distT="0" distB="0" distL="114300" distR="114300" simplePos="0" relativeHeight="251685376" behindDoc="0" locked="0" layoutInCell="1" allowOverlap="1" wp14:anchorId="3D0E36B1" wp14:editId="4D29FF18">
          <wp:simplePos x="0" y="0"/>
          <wp:positionH relativeFrom="page">
            <wp:posOffset>-21857</wp:posOffset>
          </wp:positionH>
          <wp:positionV relativeFrom="page">
            <wp:posOffset>0</wp:posOffset>
          </wp:positionV>
          <wp:extent cx="7574400" cy="1440000"/>
          <wp:effectExtent l="0" t="0" r="0" b="8255"/>
          <wp:wrapTopAndBottom/>
          <wp:docPr id="7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wy-Styl_winieta_logo_202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AC1A2" w14:textId="01773D57" w:rsidR="003759F3" w:rsidRDefault="00FD43F0">
    <w:pPr>
      <w:pStyle w:val="Nagwek"/>
    </w:pPr>
    <w:r>
      <w:rPr>
        <w:noProof/>
      </w:rPr>
      <w:drawing>
        <wp:anchor distT="0" distB="0" distL="114300" distR="114300" simplePos="0" relativeHeight="251679232" behindDoc="0" locked="0" layoutInCell="1" allowOverlap="1" wp14:anchorId="5678E64E" wp14:editId="4ADCA5F1">
          <wp:simplePos x="0" y="0"/>
          <wp:positionH relativeFrom="page">
            <wp:posOffset>-17145</wp:posOffset>
          </wp:positionH>
          <wp:positionV relativeFrom="page">
            <wp:posOffset>0</wp:posOffset>
          </wp:positionV>
          <wp:extent cx="7574400" cy="1440000"/>
          <wp:effectExtent l="0" t="0" r="0" b="8255"/>
          <wp:wrapTopAndBottom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wy-Styl_winieta_logo_202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63DD"/>
    <w:multiLevelType w:val="hybridMultilevel"/>
    <w:tmpl w:val="E632979E"/>
    <w:lvl w:ilvl="0" w:tplc="0598E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31E11"/>
    <w:multiLevelType w:val="hybridMultilevel"/>
    <w:tmpl w:val="5CF80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2111"/>
    <w:multiLevelType w:val="hybridMultilevel"/>
    <w:tmpl w:val="7898D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87F05"/>
    <w:multiLevelType w:val="multilevel"/>
    <w:tmpl w:val="785E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AE3AC6"/>
    <w:multiLevelType w:val="hybridMultilevel"/>
    <w:tmpl w:val="DF78A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C45D1"/>
    <w:multiLevelType w:val="multilevel"/>
    <w:tmpl w:val="3D04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266132"/>
    <w:multiLevelType w:val="hybridMultilevel"/>
    <w:tmpl w:val="2770455E"/>
    <w:lvl w:ilvl="0" w:tplc="8D9403D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4D"/>
    <w:rsid w:val="00000606"/>
    <w:rsid w:val="000060E0"/>
    <w:rsid w:val="000108CF"/>
    <w:rsid w:val="000128EA"/>
    <w:rsid w:val="00014006"/>
    <w:rsid w:val="00017C18"/>
    <w:rsid w:val="000209F3"/>
    <w:rsid w:val="00021D99"/>
    <w:rsid w:val="00024501"/>
    <w:rsid w:val="0002520F"/>
    <w:rsid w:val="00030348"/>
    <w:rsid w:val="00040C78"/>
    <w:rsid w:val="000434E9"/>
    <w:rsid w:val="00053666"/>
    <w:rsid w:val="00054785"/>
    <w:rsid w:val="00054FB8"/>
    <w:rsid w:val="000605CB"/>
    <w:rsid w:val="00062243"/>
    <w:rsid w:val="00063602"/>
    <w:rsid w:val="00072F2C"/>
    <w:rsid w:val="00077CF8"/>
    <w:rsid w:val="00082F16"/>
    <w:rsid w:val="00085D05"/>
    <w:rsid w:val="0009015F"/>
    <w:rsid w:val="00095D12"/>
    <w:rsid w:val="000A0CD8"/>
    <w:rsid w:val="000A4F6B"/>
    <w:rsid w:val="000A79CC"/>
    <w:rsid w:val="000B190C"/>
    <w:rsid w:val="000B38D4"/>
    <w:rsid w:val="000B53E8"/>
    <w:rsid w:val="000B5BA0"/>
    <w:rsid w:val="000C022C"/>
    <w:rsid w:val="000C4A6E"/>
    <w:rsid w:val="000D617F"/>
    <w:rsid w:val="000E013D"/>
    <w:rsid w:val="000E0252"/>
    <w:rsid w:val="000E6B76"/>
    <w:rsid w:val="000F23F4"/>
    <w:rsid w:val="000F37A5"/>
    <w:rsid w:val="00105EFC"/>
    <w:rsid w:val="00107EBB"/>
    <w:rsid w:val="00116546"/>
    <w:rsid w:val="001170A8"/>
    <w:rsid w:val="0013071E"/>
    <w:rsid w:val="00130A87"/>
    <w:rsid w:val="00136065"/>
    <w:rsid w:val="00141686"/>
    <w:rsid w:val="0014459A"/>
    <w:rsid w:val="00144FCD"/>
    <w:rsid w:val="0014580B"/>
    <w:rsid w:val="001518E3"/>
    <w:rsid w:val="0015190F"/>
    <w:rsid w:val="001526FB"/>
    <w:rsid w:val="001534AC"/>
    <w:rsid w:val="00155376"/>
    <w:rsid w:val="001559AF"/>
    <w:rsid w:val="00157443"/>
    <w:rsid w:val="00160022"/>
    <w:rsid w:val="0016157C"/>
    <w:rsid w:val="0016375B"/>
    <w:rsid w:val="001678CE"/>
    <w:rsid w:val="00172719"/>
    <w:rsid w:val="00181CA8"/>
    <w:rsid w:val="001827C7"/>
    <w:rsid w:val="00183CB5"/>
    <w:rsid w:val="00187232"/>
    <w:rsid w:val="00194720"/>
    <w:rsid w:val="00197528"/>
    <w:rsid w:val="001A32E9"/>
    <w:rsid w:val="001C6D1D"/>
    <w:rsid w:val="001D19DD"/>
    <w:rsid w:val="001D2C3C"/>
    <w:rsid w:val="001E2F6C"/>
    <w:rsid w:val="001E79A0"/>
    <w:rsid w:val="001F1CCB"/>
    <w:rsid w:val="001F3DB6"/>
    <w:rsid w:val="001F4B8B"/>
    <w:rsid w:val="0020153C"/>
    <w:rsid w:val="00202E91"/>
    <w:rsid w:val="0020649E"/>
    <w:rsid w:val="002101BD"/>
    <w:rsid w:val="002143C3"/>
    <w:rsid w:val="002162D9"/>
    <w:rsid w:val="0022000A"/>
    <w:rsid w:val="00220BA1"/>
    <w:rsid w:val="0022626F"/>
    <w:rsid w:val="002325B9"/>
    <w:rsid w:val="00233198"/>
    <w:rsid w:val="00245B69"/>
    <w:rsid w:val="00250937"/>
    <w:rsid w:val="00255F46"/>
    <w:rsid w:val="00265761"/>
    <w:rsid w:val="00271293"/>
    <w:rsid w:val="00271B1E"/>
    <w:rsid w:val="002736BC"/>
    <w:rsid w:val="00275D7A"/>
    <w:rsid w:val="00277663"/>
    <w:rsid w:val="00280CF4"/>
    <w:rsid w:val="0028213D"/>
    <w:rsid w:val="0028318E"/>
    <w:rsid w:val="00286912"/>
    <w:rsid w:val="0029333E"/>
    <w:rsid w:val="00294630"/>
    <w:rsid w:val="00294B01"/>
    <w:rsid w:val="002A0102"/>
    <w:rsid w:val="002A0A77"/>
    <w:rsid w:val="002A3B74"/>
    <w:rsid w:val="002A3E97"/>
    <w:rsid w:val="002A43A5"/>
    <w:rsid w:val="002A628D"/>
    <w:rsid w:val="002B0962"/>
    <w:rsid w:val="002B227B"/>
    <w:rsid w:val="002B3A8A"/>
    <w:rsid w:val="002B6F5F"/>
    <w:rsid w:val="002B710B"/>
    <w:rsid w:val="002C068E"/>
    <w:rsid w:val="002C785F"/>
    <w:rsid w:val="002D0C3F"/>
    <w:rsid w:val="002D0DEC"/>
    <w:rsid w:val="002D0E7A"/>
    <w:rsid w:val="002D1C5E"/>
    <w:rsid w:val="002D2615"/>
    <w:rsid w:val="002D351F"/>
    <w:rsid w:val="002E2EC9"/>
    <w:rsid w:val="002F0536"/>
    <w:rsid w:val="002F36FA"/>
    <w:rsid w:val="002F3DF8"/>
    <w:rsid w:val="00300DBA"/>
    <w:rsid w:val="00301649"/>
    <w:rsid w:val="00307029"/>
    <w:rsid w:val="00310B32"/>
    <w:rsid w:val="00314521"/>
    <w:rsid w:val="00314726"/>
    <w:rsid w:val="00315B15"/>
    <w:rsid w:val="003244F5"/>
    <w:rsid w:val="00327417"/>
    <w:rsid w:val="00332ED7"/>
    <w:rsid w:val="00335292"/>
    <w:rsid w:val="00342AC1"/>
    <w:rsid w:val="00346D00"/>
    <w:rsid w:val="0035104C"/>
    <w:rsid w:val="00363A63"/>
    <w:rsid w:val="00371E26"/>
    <w:rsid w:val="003759F3"/>
    <w:rsid w:val="00384646"/>
    <w:rsid w:val="0038633E"/>
    <w:rsid w:val="003871EB"/>
    <w:rsid w:val="003873DD"/>
    <w:rsid w:val="0039087C"/>
    <w:rsid w:val="003972F0"/>
    <w:rsid w:val="00397EF7"/>
    <w:rsid w:val="003A27D1"/>
    <w:rsid w:val="003A45AF"/>
    <w:rsid w:val="003A6A66"/>
    <w:rsid w:val="003E3604"/>
    <w:rsid w:val="003E485C"/>
    <w:rsid w:val="003E676D"/>
    <w:rsid w:val="003E7E6A"/>
    <w:rsid w:val="003F2BB0"/>
    <w:rsid w:val="003F33BC"/>
    <w:rsid w:val="004024B2"/>
    <w:rsid w:val="004029CA"/>
    <w:rsid w:val="00410A4D"/>
    <w:rsid w:val="004111C0"/>
    <w:rsid w:val="00415C04"/>
    <w:rsid w:val="00421D30"/>
    <w:rsid w:val="00426D5F"/>
    <w:rsid w:val="0042779C"/>
    <w:rsid w:val="00434373"/>
    <w:rsid w:val="00443FAE"/>
    <w:rsid w:val="00445CED"/>
    <w:rsid w:val="0044692F"/>
    <w:rsid w:val="00451EC1"/>
    <w:rsid w:val="00456F3B"/>
    <w:rsid w:val="004571BB"/>
    <w:rsid w:val="0046190E"/>
    <w:rsid w:val="00470C3F"/>
    <w:rsid w:val="004750F1"/>
    <w:rsid w:val="00482FF2"/>
    <w:rsid w:val="00490175"/>
    <w:rsid w:val="004A001B"/>
    <w:rsid w:val="004A10D4"/>
    <w:rsid w:val="004A1897"/>
    <w:rsid w:val="004A461A"/>
    <w:rsid w:val="004B1A85"/>
    <w:rsid w:val="004C34D9"/>
    <w:rsid w:val="004C4D0A"/>
    <w:rsid w:val="004D3F0B"/>
    <w:rsid w:val="004E1928"/>
    <w:rsid w:val="004E1A6E"/>
    <w:rsid w:val="004E25B1"/>
    <w:rsid w:val="004F3CE3"/>
    <w:rsid w:val="004F45DD"/>
    <w:rsid w:val="004F47F1"/>
    <w:rsid w:val="004F7536"/>
    <w:rsid w:val="005040EA"/>
    <w:rsid w:val="005067C4"/>
    <w:rsid w:val="0051249D"/>
    <w:rsid w:val="00515C1F"/>
    <w:rsid w:val="005301F3"/>
    <w:rsid w:val="00531246"/>
    <w:rsid w:val="00531950"/>
    <w:rsid w:val="0053666C"/>
    <w:rsid w:val="005379DD"/>
    <w:rsid w:val="00537EF7"/>
    <w:rsid w:val="00540A63"/>
    <w:rsid w:val="00543AE3"/>
    <w:rsid w:val="00547034"/>
    <w:rsid w:val="00555704"/>
    <w:rsid w:val="005571DC"/>
    <w:rsid w:val="00561541"/>
    <w:rsid w:val="00562918"/>
    <w:rsid w:val="005648E6"/>
    <w:rsid w:val="005652A6"/>
    <w:rsid w:val="00565EF3"/>
    <w:rsid w:val="00566BE2"/>
    <w:rsid w:val="00567746"/>
    <w:rsid w:val="00573BBB"/>
    <w:rsid w:val="00580DD9"/>
    <w:rsid w:val="00585925"/>
    <w:rsid w:val="0058727D"/>
    <w:rsid w:val="00593923"/>
    <w:rsid w:val="0059459A"/>
    <w:rsid w:val="00594D5C"/>
    <w:rsid w:val="005A5670"/>
    <w:rsid w:val="005A76B5"/>
    <w:rsid w:val="005B2956"/>
    <w:rsid w:val="005C0CA3"/>
    <w:rsid w:val="005C418B"/>
    <w:rsid w:val="005D2D2D"/>
    <w:rsid w:val="005D3714"/>
    <w:rsid w:val="005D7B18"/>
    <w:rsid w:val="005E06A4"/>
    <w:rsid w:val="005F1393"/>
    <w:rsid w:val="005F7D4F"/>
    <w:rsid w:val="00601373"/>
    <w:rsid w:val="00627824"/>
    <w:rsid w:val="0063020E"/>
    <w:rsid w:val="0063302F"/>
    <w:rsid w:val="00637420"/>
    <w:rsid w:val="006403E7"/>
    <w:rsid w:val="00646C82"/>
    <w:rsid w:val="0065039E"/>
    <w:rsid w:val="00662953"/>
    <w:rsid w:val="0067413E"/>
    <w:rsid w:val="00676A99"/>
    <w:rsid w:val="00682F59"/>
    <w:rsid w:val="006867D7"/>
    <w:rsid w:val="00694A50"/>
    <w:rsid w:val="006A4B0B"/>
    <w:rsid w:val="006C5091"/>
    <w:rsid w:val="006C6F55"/>
    <w:rsid w:val="006D14AE"/>
    <w:rsid w:val="006D3922"/>
    <w:rsid w:val="006D3E7E"/>
    <w:rsid w:val="006D44AB"/>
    <w:rsid w:val="006E42AA"/>
    <w:rsid w:val="006E7D54"/>
    <w:rsid w:val="006F027B"/>
    <w:rsid w:val="006F0D5C"/>
    <w:rsid w:val="006F130D"/>
    <w:rsid w:val="006F1B43"/>
    <w:rsid w:val="00703C62"/>
    <w:rsid w:val="00707FFD"/>
    <w:rsid w:val="00723A97"/>
    <w:rsid w:val="00735F13"/>
    <w:rsid w:val="00744DB9"/>
    <w:rsid w:val="0075392A"/>
    <w:rsid w:val="00754829"/>
    <w:rsid w:val="0075696C"/>
    <w:rsid w:val="00757682"/>
    <w:rsid w:val="00764F82"/>
    <w:rsid w:val="007749AF"/>
    <w:rsid w:val="0077519F"/>
    <w:rsid w:val="0077604C"/>
    <w:rsid w:val="0077723C"/>
    <w:rsid w:val="007822EB"/>
    <w:rsid w:val="007A0C88"/>
    <w:rsid w:val="007A2938"/>
    <w:rsid w:val="007A456C"/>
    <w:rsid w:val="007B00CF"/>
    <w:rsid w:val="007C2B9F"/>
    <w:rsid w:val="007C522B"/>
    <w:rsid w:val="007D2365"/>
    <w:rsid w:val="007D5A6B"/>
    <w:rsid w:val="007D7314"/>
    <w:rsid w:val="007E13FC"/>
    <w:rsid w:val="007F1A90"/>
    <w:rsid w:val="007F1E02"/>
    <w:rsid w:val="007F3778"/>
    <w:rsid w:val="00801B54"/>
    <w:rsid w:val="0080643D"/>
    <w:rsid w:val="00807260"/>
    <w:rsid w:val="00812EAF"/>
    <w:rsid w:val="008141EA"/>
    <w:rsid w:val="00822693"/>
    <w:rsid w:val="008250CA"/>
    <w:rsid w:val="00842C60"/>
    <w:rsid w:val="0084732A"/>
    <w:rsid w:val="00854511"/>
    <w:rsid w:val="0086213E"/>
    <w:rsid w:val="00865796"/>
    <w:rsid w:val="00867BB1"/>
    <w:rsid w:val="0088160F"/>
    <w:rsid w:val="008831C8"/>
    <w:rsid w:val="008907BC"/>
    <w:rsid w:val="008908B7"/>
    <w:rsid w:val="008936CD"/>
    <w:rsid w:val="008942C1"/>
    <w:rsid w:val="00895098"/>
    <w:rsid w:val="008A4F00"/>
    <w:rsid w:val="008A590F"/>
    <w:rsid w:val="008A7797"/>
    <w:rsid w:val="008B36CF"/>
    <w:rsid w:val="008B3E3A"/>
    <w:rsid w:val="008B4499"/>
    <w:rsid w:val="008B6451"/>
    <w:rsid w:val="008B6789"/>
    <w:rsid w:val="008C2CC2"/>
    <w:rsid w:val="008D5056"/>
    <w:rsid w:val="008D5104"/>
    <w:rsid w:val="008E62AC"/>
    <w:rsid w:val="008E743D"/>
    <w:rsid w:val="008F4C13"/>
    <w:rsid w:val="008F528A"/>
    <w:rsid w:val="008F6046"/>
    <w:rsid w:val="008F738B"/>
    <w:rsid w:val="009005A8"/>
    <w:rsid w:val="00900C30"/>
    <w:rsid w:val="0090519F"/>
    <w:rsid w:val="00910BD0"/>
    <w:rsid w:val="00912429"/>
    <w:rsid w:val="00913205"/>
    <w:rsid w:val="009174AB"/>
    <w:rsid w:val="0092409E"/>
    <w:rsid w:val="00930A25"/>
    <w:rsid w:val="009446C4"/>
    <w:rsid w:val="009455E5"/>
    <w:rsid w:val="00951F50"/>
    <w:rsid w:val="00965958"/>
    <w:rsid w:val="00967A8E"/>
    <w:rsid w:val="00980E86"/>
    <w:rsid w:val="00981773"/>
    <w:rsid w:val="00981A27"/>
    <w:rsid w:val="00993B09"/>
    <w:rsid w:val="0099470E"/>
    <w:rsid w:val="00996BD1"/>
    <w:rsid w:val="009A220A"/>
    <w:rsid w:val="009A6E83"/>
    <w:rsid w:val="009A7EF5"/>
    <w:rsid w:val="009B1C1A"/>
    <w:rsid w:val="009B7C19"/>
    <w:rsid w:val="009D0383"/>
    <w:rsid w:val="009D19B7"/>
    <w:rsid w:val="009D2158"/>
    <w:rsid w:val="009E3345"/>
    <w:rsid w:val="009F0478"/>
    <w:rsid w:val="009F7E7F"/>
    <w:rsid w:val="00A02153"/>
    <w:rsid w:val="00A1376F"/>
    <w:rsid w:val="00A15D64"/>
    <w:rsid w:val="00A1621C"/>
    <w:rsid w:val="00A17813"/>
    <w:rsid w:val="00A21395"/>
    <w:rsid w:val="00A24A1C"/>
    <w:rsid w:val="00A25A3D"/>
    <w:rsid w:val="00A25D87"/>
    <w:rsid w:val="00A32A4B"/>
    <w:rsid w:val="00A37FE2"/>
    <w:rsid w:val="00A443AB"/>
    <w:rsid w:val="00A45705"/>
    <w:rsid w:val="00A4784B"/>
    <w:rsid w:val="00A52E4A"/>
    <w:rsid w:val="00A6302D"/>
    <w:rsid w:val="00A64575"/>
    <w:rsid w:val="00A77B0B"/>
    <w:rsid w:val="00A800B4"/>
    <w:rsid w:val="00A92193"/>
    <w:rsid w:val="00A9294D"/>
    <w:rsid w:val="00A95E77"/>
    <w:rsid w:val="00A97A07"/>
    <w:rsid w:val="00AA08F6"/>
    <w:rsid w:val="00AA3EB6"/>
    <w:rsid w:val="00AA4594"/>
    <w:rsid w:val="00AB07EB"/>
    <w:rsid w:val="00AB1E2A"/>
    <w:rsid w:val="00AB4FCA"/>
    <w:rsid w:val="00AB57FE"/>
    <w:rsid w:val="00AC7885"/>
    <w:rsid w:val="00AD215E"/>
    <w:rsid w:val="00AD6691"/>
    <w:rsid w:val="00AE6317"/>
    <w:rsid w:val="00AE6FFB"/>
    <w:rsid w:val="00AE7EF6"/>
    <w:rsid w:val="00B04695"/>
    <w:rsid w:val="00B04B08"/>
    <w:rsid w:val="00B104F5"/>
    <w:rsid w:val="00B20462"/>
    <w:rsid w:val="00B40AB2"/>
    <w:rsid w:val="00B4189C"/>
    <w:rsid w:val="00B4276B"/>
    <w:rsid w:val="00B43D8D"/>
    <w:rsid w:val="00B44C5F"/>
    <w:rsid w:val="00B46EB5"/>
    <w:rsid w:val="00B47516"/>
    <w:rsid w:val="00B5205E"/>
    <w:rsid w:val="00B52D4A"/>
    <w:rsid w:val="00B556E5"/>
    <w:rsid w:val="00B55F1D"/>
    <w:rsid w:val="00B5682F"/>
    <w:rsid w:val="00B56DFB"/>
    <w:rsid w:val="00B611C0"/>
    <w:rsid w:val="00B6179F"/>
    <w:rsid w:val="00B633B7"/>
    <w:rsid w:val="00B637B3"/>
    <w:rsid w:val="00B6792E"/>
    <w:rsid w:val="00B73024"/>
    <w:rsid w:val="00B740CB"/>
    <w:rsid w:val="00B761CD"/>
    <w:rsid w:val="00B8298B"/>
    <w:rsid w:val="00B83F7B"/>
    <w:rsid w:val="00B86BA0"/>
    <w:rsid w:val="00B93106"/>
    <w:rsid w:val="00B93DE3"/>
    <w:rsid w:val="00B953CE"/>
    <w:rsid w:val="00BA1034"/>
    <w:rsid w:val="00BA2FD7"/>
    <w:rsid w:val="00BA7837"/>
    <w:rsid w:val="00BB0EA1"/>
    <w:rsid w:val="00BB1A79"/>
    <w:rsid w:val="00BB3355"/>
    <w:rsid w:val="00BB692B"/>
    <w:rsid w:val="00BC4A73"/>
    <w:rsid w:val="00BD1622"/>
    <w:rsid w:val="00BD6E48"/>
    <w:rsid w:val="00BD76AB"/>
    <w:rsid w:val="00BE12BE"/>
    <w:rsid w:val="00BE2FFA"/>
    <w:rsid w:val="00BE3659"/>
    <w:rsid w:val="00BE7D23"/>
    <w:rsid w:val="00BF22FE"/>
    <w:rsid w:val="00BF2ABE"/>
    <w:rsid w:val="00C047AF"/>
    <w:rsid w:val="00C05605"/>
    <w:rsid w:val="00C06C3D"/>
    <w:rsid w:val="00C06DA9"/>
    <w:rsid w:val="00C12CB6"/>
    <w:rsid w:val="00C13AAB"/>
    <w:rsid w:val="00C13DF6"/>
    <w:rsid w:val="00C23494"/>
    <w:rsid w:val="00C24EE1"/>
    <w:rsid w:val="00C2651A"/>
    <w:rsid w:val="00C33A43"/>
    <w:rsid w:val="00C35843"/>
    <w:rsid w:val="00C37DE2"/>
    <w:rsid w:val="00C40FA8"/>
    <w:rsid w:val="00C420D8"/>
    <w:rsid w:val="00C44A8A"/>
    <w:rsid w:val="00C54EB5"/>
    <w:rsid w:val="00C60BD4"/>
    <w:rsid w:val="00C6415A"/>
    <w:rsid w:val="00C64A56"/>
    <w:rsid w:val="00C7609E"/>
    <w:rsid w:val="00C81645"/>
    <w:rsid w:val="00C8338C"/>
    <w:rsid w:val="00C8605B"/>
    <w:rsid w:val="00C87099"/>
    <w:rsid w:val="00C903E8"/>
    <w:rsid w:val="00C92E4C"/>
    <w:rsid w:val="00C97AB4"/>
    <w:rsid w:val="00CA62FC"/>
    <w:rsid w:val="00CA6F77"/>
    <w:rsid w:val="00CA7564"/>
    <w:rsid w:val="00CB1794"/>
    <w:rsid w:val="00CB3AA7"/>
    <w:rsid w:val="00CB4555"/>
    <w:rsid w:val="00CB7F1B"/>
    <w:rsid w:val="00CC100A"/>
    <w:rsid w:val="00CC181D"/>
    <w:rsid w:val="00CC47EA"/>
    <w:rsid w:val="00CC586A"/>
    <w:rsid w:val="00CC7019"/>
    <w:rsid w:val="00CD4ECB"/>
    <w:rsid w:val="00CD6204"/>
    <w:rsid w:val="00CE27BA"/>
    <w:rsid w:val="00CE4ADA"/>
    <w:rsid w:val="00CE700B"/>
    <w:rsid w:val="00CE7D01"/>
    <w:rsid w:val="00D00EE4"/>
    <w:rsid w:val="00D028DC"/>
    <w:rsid w:val="00D27D02"/>
    <w:rsid w:val="00D328F8"/>
    <w:rsid w:val="00D33C31"/>
    <w:rsid w:val="00D350DE"/>
    <w:rsid w:val="00D350E2"/>
    <w:rsid w:val="00D47459"/>
    <w:rsid w:val="00D52BF5"/>
    <w:rsid w:val="00D53197"/>
    <w:rsid w:val="00D53E97"/>
    <w:rsid w:val="00D5463F"/>
    <w:rsid w:val="00D55C3C"/>
    <w:rsid w:val="00D61DD1"/>
    <w:rsid w:val="00D8236B"/>
    <w:rsid w:val="00D85296"/>
    <w:rsid w:val="00D96980"/>
    <w:rsid w:val="00DA0068"/>
    <w:rsid w:val="00DA28D8"/>
    <w:rsid w:val="00DA2C6D"/>
    <w:rsid w:val="00DA4D2B"/>
    <w:rsid w:val="00DA6899"/>
    <w:rsid w:val="00DC2D05"/>
    <w:rsid w:val="00DC6D13"/>
    <w:rsid w:val="00DC70A8"/>
    <w:rsid w:val="00DE018A"/>
    <w:rsid w:val="00DE14A0"/>
    <w:rsid w:val="00DE2E24"/>
    <w:rsid w:val="00DE62E1"/>
    <w:rsid w:val="00DF205A"/>
    <w:rsid w:val="00E01BD2"/>
    <w:rsid w:val="00E121E8"/>
    <w:rsid w:val="00E238C3"/>
    <w:rsid w:val="00E24B37"/>
    <w:rsid w:val="00E26167"/>
    <w:rsid w:val="00E3551C"/>
    <w:rsid w:val="00E3695E"/>
    <w:rsid w:val="00E36EBF"/>
    <w:rsid w:val="00E43290"/>
    <w:rsid w:val="00E433A5"/>
    <w:rsid w:val="00E47737"/>
    <w:rsid w:val="00E47CCE"/>
    <w:rsid w:val="00E50775"/>
    <w:rsid w:val="00E55F5D"/>
    <w:rsid w:val="00E62630"/>
    <w:rsid w:val="00E715CA"/>
    <w:rsid w:val="00E753CD"/>
    <w:rsid w:val="00E76A6F"/>
    <w:rsid w:val="00E81D2F"/>
    <w:rsid w:val="00E821DC"/>
    <w:rsid w:val="00E845CE"/>
    <w:rsid w:val="00E85FC7"/>
    <w:rsid w:val="00E86CC7"/>
    <w:rsid w:val="00EA3388"/>
    <w:rsid w:val="00EA7E48"/>
    <w:rsid w:val="00EB050E"/>
    <w:rsid w:val="00EB2CB2"/>
    <w:rsid w:val="00EB4CCB"/>
    <w:rsid w:val="00EC195D"/>
    <w:rsid w:val="00EC212E"/>
    <w:rsid w:val="00EC2A10"/>
    <w:rsid w:val="00EC5B1B"/>
    <w:rsid w:val="00ED6C84"/>
    <w:rsid w:val="00EE1C47"/>
    <w:rsid w:val="00EF0826"/>
    <w:rsid w:val="00EF2862"/>
    <w:rsid w:val="00EF5C1C"/>
    <w:rsid w:val="00F02F69"/>
    <w:rsid w:val="00F13073"/>
    <w:rsid w:val="00F14118"/>
    <w:rsid w:val="00F1698A"/>
    <w:rsid w:val="00F2302E"/>
    <w:rsid w:val="00F26285"/>
    <w:rsid w:val="00F26DB1"/>
    <w:rsid w:val="00F31F7C"/>
    <w:rsid w:val="00F34077"/>
    <w:rsid w:val="00F35AB3"/>
    <w:rsid w:val="00F367EF"/>
    <w:rsid w:val="00F47956"/>
    <w:rsid w:val="00F61DDF"/>
    <w:rsid w:val="00F67140"/>
    <w:rsid w:val="00F70B6D"/>
    <w:rsid w:val="00F768DE"/>
    <w:rsid w:val="00F80333"/>
    <w:rsid w:val="00F97ED6"/>
    <w:rsid w:val="00FA04F2"/>
    <w:rsid w:val="00FA5097"/>
    <w:rsid w:val="00FA6866"/>
    <w:rsid w:val="00FB5E10"/>
    <w:rsid w:val="00FC2D82"/>
    <w:rsid w:val="00FC5CAC"/>
    <w:rsid w:val="00FD43F0"/>
    <w:rsid w:val="00FD5CC6"/>
    <w:rsid w:val="00FE07B1"/>
    <w:rsid w:val="00FF17D3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0E71E8"/>
  <w15:docId w15:val="{715AD3B3-7DA1-44E4-8893-8B4703E9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94D"/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029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FFB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E6FFB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6FF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6FF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6FF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6FFB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6FFB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6FF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5E1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42C60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ny"/>
    <w:uiPriority w:val="99"/>
    <w:rsid w:val="00842C60"/>
    <w:pPr>
      <w:autoSpaceDE w:val="0"/>
      <w:autoSpaceDN w:val="0"/>
      <w:adjustRightInd w:val="0"/>
      <w:spacing w:line="288" w:lineRule="auto"/>
      <w:textAlignment w:val="center"/>
    </w:pPr>
    <w:rPr>
      <w:rFonts w:ascii="MetaPro-Normal" w:hAnsi="MetaPro-Normal" w:cs="MetaPro-Normal"/>
      <w:color w:val="000000"/>
      <w:szCs w:val="20"/>
      <w:lang w:val="en-GB"/>
    </w:rPr>
  </w:style>
  <w:style w:type="paragraph" w:styleId="Tekstdymka">
    <w:name w:val="Balloon Text"/>
    <w:basedOn w:val="Normalny"/>
    <w:link w:val="TekstdymkaZnak"/>
    <w:rsid w:val="002101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01BD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AE6FFB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AE6FFB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E6FFB"/>
    <w:rPr>
      <w:rFonts w:ascii="Arial" w:eastAsiaTheme="majorEastAsia" w:hAnsi="Arial" w:cstheme="majorBidi"/>
      <w:i/>
      <w:iCs/>
      <w:spacing w:val="13"/>
      <w:sz w:val="24"/>
      <w:szCs w:val="24"/>
    </w:rPr>
  </w:style>
  <w:style w:type="paragraph" w:customStyle="1" w:styleId="txt">
    <w:name w:val="txt"/>
    <w:basedOn w:val="Normalny"/>
    <w:uiPriority w:val="99"/>
    <w:rsid w:val="0086213E"/>
    <w:pPr>
      <w:tabs>
        <w:tab w:val="left" w:pos="220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Gotham Narrow Book" w:hAnsi="Gotham Narrow Book" w:cs="Gotham Narrow Book"/>
      <w:color w:val="00000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0702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E6FF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E6FFB"/>
    <w:rPr>
      <w:rFonts w:ascii="Arial" w:eastAsiaTheme="majorEastAsia" w:hAnsi="Arial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6FF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6FF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6FF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6FF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6FF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6FF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AE6FF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44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E6FFB"/>
    <w:rPr>
      <w:rFonts w:ascii="Arial" w:eastAsiaTheme="majorEastAsia" w:hAnsi="Arial" w:cstheme="majorBidi"/>
      <w:spacing w:val="5"/>
      <w:sz w:val="44"/>
      <w:szCs w:val="52"/>
    </w:rPr>
  </w:style>
  <w:style w:type="character" w:styleId="Pogrubienie">
    <w:name w:val="Strong"/>
    <w:uiPriority w:val="22"/>
    <w:qFormat/>
    <w:rsid w:val="00AE6FFB"/>
    <w:rPr>
      <w:b/>
      <w:bCs/>
    </w:rPr>
  </w:style>
  <w:style w:type="character" w:styleId="Uwydatnienie">
    <w:name w:val="Emphasis"/>
    <w:uiPriority w:val="20"/>
    <w:qFormat/>
    <w:rsid w:val="00AE6FF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kapitzlist">
    <w:name w:val="List Paragraph"/>
    <w:aliases w:val="Mały"/>
    <w:basedOn w:val="Normalny"/>
    <w:uiPriority w:val="34"/>
    <w:qFormat/>
    <w:rsid w:val="00233198"/>
    <w:pPr>
      <w:contextualSpacing/>
    </w:pPr>
    <w:rPr>
      <w:sz w:val="16"/>
    </w:rPr>
  </w:style>
  <w:style w:type="paragraph" w:styleId="Cytat">
    <w:name w:val="Quote"/>
    <w:basedOn w:val="Normalny"/>
    <w:next w:val="Normalny"/>
    <w:link w:val="CytatZnak"/>
    <w:uiPriority w:val="29"/>
    <w:qFormat/>
    <w:rsid w:val="00AE6FFB"/>
    <w:pPr>
      <w:spacing w:before="200" w:after="0"/>
      <w:ind w:left="360" w:right="360"/>
    </w:pPr>
    <w:rPr>
      <w:rFonts w:ascii="Times" w:hAnsi="Times"/>
      <w:i/>
      <w:iCs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AE6FFB"/>
    <w:rPr>
      <w:rFonts w:ascii="Times" w:hAnsi="Times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6FF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Times" w:hAnsi="Times"/>
      <w:b/>
      <w:bCs/>
      <w:i/>
      <w:iCs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6FFB"/>
    <w:rPr>
      <w:rFonts w:ascii="Times" w:hAnsi="Times"/>
      <w:b/>
      <w:bCs/>
      <w:i/>
      <w:iCs/>
    </w:rPr>
  </w:style>
  <w:style w:type="character" w:styleId="Wyrnieniedelikatne">
    <w:name w:val="Subtle Emphasis"/>
    <w:uiPriority w:val="19"/>
    <w:qFormat/>
    <w:rsid w:val="00AE6FFB"/>
    <w:rPr>
      <w:i/>
      <w:iCs/>
    </w:rPr>
  </w:style>
  <w:style w:type="character" w:styleId="Wyrnienieintensywne">
    <w:name w:val="Intense Emphasis"/>
    <w:uiPriority w:val="21"/>
    <w:qFormat/>
    <w:rsid w:val="00AE6FFB"/>
    <w:rPr>
      <w:b/>
      <w:bCs/>
    </w:rPr>
  </w:style>
  <w:style w:type="character" w:styleId="Odwoaniedelikatne">
    <w:name w:val="Subtle Reference"/>
    <w:uiPriority w:val="31"/>
    <w:qFormat/>
    <w:rsid w:val="00AE6FFB"/>
    <w:rPr>
      <w:smallCaps/>
    </w:rPr>
  </w:style>
  <w:style w:type="character" w:styleId="Odwoanieintensywne">
    <w:name w:val="Intense Reference"/>
    <w:uiPriority w:val="32"/>
    <w:qFormat/>
    <w:rsid w:val="00AE6FFB"/>
    <w:rPr>
      <w:smallCaps/>
      <w:spacing w:val="5"/>
      <w:u w:val="single"/>
    </w:rPr>
  </w:style>
  <w:style w:type="character" w:styleId="Tytuksiki">
    <w:name w:val="Book Title"/>
    <w:aliases w:val="Imię Nazwisko"/>
    <w:uiPriority w:val="33"/>
    <w:rsid w:val="00307029"/>
    <w:rPr>
      <w:rFonts w:ascii="Times New Roman" w:hAnsi="Times New Roman"/>
      <w:b/>
      <w:i w:val="0"/>
      <w:iCs/>
      <w:caps w:val="0"/>
      <w:smallCaps w:val="0"/>
      <w:strike w:val="0"/>
      <w:dstrike w:val="0"/>
      <w:vanish w:val="0"/>
      <w:spacing w:val="5"/>
      <w:sz w:val="20"/>
      <w:vertAlign w:val="baseli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E6FFB"/>
    <w:pPr>
      <w:outlineLvl w:val="9"/>
    </w:pPr>
    <w:rPr>
      <w:lang w:bidi="en-US"/>
    </w:rPr>
  </w:style>
  <w:style w:type="paragraph" w:customStyle="1" w:styleId="NowyStyl">
    <w:name w:val="Nowy Styl"/>
    <w:basedOn w:val="Normalny"/>
    <w:link w:val="NowyStylZnak"/>
    <w:rsid w:val="00AE6FFB"/>
    <w:rPr>
      <w:rFonts w:asciiTheme="minorHAnsi" w:hAnsiTheme="minorHAnsi"/>
      <w:sz w:val="22"/>
    </w:rPr>
  </w:style>
  <w:style w:type="character" w:customStyle="1" w:styleId="NowyStylZnak">
    <w:name w:val="Nowy Styl Znak"/>
    <w:basedOn w:val="Domylnaczcionkaakapitu"/>
    <w:link w:val="NowyStyl"/>
    <w:rsid w:val="00AE6FFB"/>
  </w:style>
  <w:style w:type="character" w:customStyle="1" w:styleId="NagwekZnak">
    <w:name w:val="Nagłówek Znak"/>
    <w:basedOn w:val="Domylnaczcionkaakapitu"/>
    <w:link w:val="Nagwek"/>
    <w:uiPriority w:val="99"/>
    <w:rsid w:val="003759F3"/>
    <w:rPr>
      <w:rFonts w:ascii="Arial" w:hAnsi="Arial"/>
      <w:sz w:val="20"/>
    </w:rPr>
  </w:style>
  <w:style w:type="character" w:styleId="Hipercze">
    <w:name w:val="Hyperlink"/>
    <w:basedOn w:val="Domylnaczcionkaakapitu"/>
    <w:rsid w:val="00AE6FFB"/>
    <w:rPr>
      <w:color w:val="B3423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E2FFA"/>
    <w:rPr>
      <w:color w:val="808080"/>
    </w:rPr>
  </w:style>
  <w:style w:type="paragraph" w:styleId="NormalnyWeb">
    <w:name w:val="Normal (Web)"/>
    <w:basedOn w:val="Normalny"/>
    <w:uiPriority w:val="99"/>
    <w:unhideWhenUsed/>
    <w:rsid w:val="0030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ygnatura">
    <w:name w:val="Sygnatura"/>
    <w:basedOn w:val="Normalny"/>
    <w:link w:val="SygnaturaZnak"/>
    <w:qFormat/>
    <w:rsid w:val="006D3922"/>
    <w:pPr>
      <w:spacing w:before="100" w:after="100" w:line="240" w:lineRule="auto"/>
    </w:pPr>
    <w:rPr>
      <w:i/>
    </w:rPr>
  </w:style>
  <w:style w:type="character" w:customStyle="1" w:styleId="SygnaturaZnak">
    <w:name w:val="Sygnatura Znak"/>
    <w:basedOn w:val="Domylnaczcionkaakapitu"/>
    <w:link w:val="Sygnatura"/>
    <w:rsid w:val="006D3922"/>
    <w:rPr>
      <w:rFonts w:ascii="Arial" w:hAnsi="Arial"/>
      <w:i/>
      <w:sz w:val="20"/>
    </w:rPr>
  </w:style>
  <w:style w:type="paragraph" w:customStyle="1" w:styleId="Default">
    <w:name w:val="Default"/>
    <w:rsid w:val="00A9294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DA4D2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A4D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A4D2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D2B"/>
    <w:rPr>
      <w:rFonts w:ascii="Arial" w:hAnsi="Arial"/>
      <w:b/>
      <w:bCs/>
      <w:sz w:val="20"/>
      <w:szCs w:val="20"/>
    </w:rPr>
  </w:style>
  <w:style w:type="table" w:styleId="Tabela-Siatka">
    <w:name w:val="Table Grid"/>
    <w:basedOn w:val="Standardowy"/>
    <w:rsid w:val="00F76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NSG%20TM\CSR\DOKUMENTY\Nowy-Styl_papier-firmowy_z-danymi.dotx" TargetMode="External"/></Relationships>
</file>

<file path=word/theme/theme1.xml><?xml version="1.0" encoding="utf-8"?>
<a:theme xmlns:a="http://schemas.openxmlformats.org/drawingml/2006/main" name="Motyw pakietu Office">
  <a:themeElements>
    <a:clrScheme name="Nowy Styl">
      <a:dk1>
        <a:sysClr val="windowText" lastClr="000000"/>
      </a:dk1>
      <a:lt1>
        <a:sysClr val="window" lastClr="FFFFFF"/>
      </a:lt1>
      <a:dk2>
        <a:srgbClr val="000000"/>
      </a:dk2>
      <a:lt2>
        <a:srgbClr val="EEECE1"/>
      </a:lt2>
      <a:accent1>
        <a:srgbClr val="2C67B1"/>
      </a:accent1>
      <a:accent2>
        <a:srgbClr val="4BACC6"/>
      </a:accent2>
      <a:accent3>
        <a:srgbClr val="9BBB59"/>
      </a:accent3>
      <a:accent4>
        <a:srgbClr val="E36C09"/>
      </a:accent4>
      <a:accent5>
        <a:srgbClr val="4BACC6"/>
      </a:accent5>
      <a:accent6>
        <a:srgbClr val="F79646"/>
      </a:accent6>
      <a:hlink>
        <a:srgbClr val="B3423F"/>
      </a:hlink>
      <a:folHlink>
        <a:srgbClr val="632423"/>
      </a:folHlink>
    </a:clrScheme>
    <a:fontScheme name="Nowy Sty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[adres]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CC6960-627A-460A-A2CB-9DDA1004A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Nowy-Styl_papier-firmowy_z-danymi</Template>
  <TotalTime>6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>Nowy Styl Sp. z o.o.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creator>Dominika Przygoda</dc:creator>
  <dc:description>Papier firmowy z danymi. wielostronicowy.</dc:description>
  <cp:lastModifiedBy>Emilia Rumińska</cp:lastModifiedBy>
  <cp:revision>8</cp:revision>
  <cp:lastPrinted>2023-07-13T07:49:00Z</cp:lastPrinted>
  <dcterms:created xsi:type="dcterms:W3CDTF">2023-07-10T13:50:00Z</dcterms:created>
  <dcterms:modified xsi:type="dcterms:W3CDTF">2023-07-13T07:49:00Z</dcterms:modified>
</cp:coreProperties>
</file>